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8841EE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760FB4">
        <w:rPr>
          <w:rStyle w:val="Strong"/>
          <w:rFonts w:asciiTheme="minorHAnsi" w:hAnsiTheme="minorHAnsi" w:cstheme="minorHAnsi"/>
          <w:lang w:val="en-GB"/>
        </w:rPr>
        <w:t>50-G003-22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52B40E3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A31E88">
        <w:rPr>
          <w:rFonts w:ascii="Calibri" w:hAnsi="Calibri" w:cs="Calibri"/>
        </w:rPr>
        <w:t xml:space="preserve">posted on the </w:t>
      </w:r>
      <w:r w:rsidR="005F5C3B" w:rsidRPr="00A31E88">
        <w:rPr>
          <w:rFonts w:ascii="Calibri" w:hAnsi="Calibri" w:cs="Calibri"/>
        </w:rPr>
        <w:t>Kiribati Public Procurement Web</w:t>
      </w:r>
      <w:r w:rsidRPr="00A31E88">
        <w:rPr>
          <w:rFonts w:ascii="Calibri" w:hAnsi="Calibri" w:cs="Calibri"/>
        </w:rPr>
        <w:t xml:space="preserve"> </w:t>
      </w:r>
      <w:r w:rsidR="00D80D8E" w:rsidRPr="00A31E88">
        <w:rPr>
          <w:rFonts w:ascii="Calibri" w:hAnsi="Calibri" w:cs="Calibri"/>
        </w:rPr>
        <w:t>Portal</w:t>
      </w:r>
      <w:r w:rsidRPr="00A31E88">
        <w:rPr>
          <w:rFonts w:ascii="Calibri" w:hAnsi="Calibri" w:cs="Calibri"/>
        </w:rPr>
        <w:t xml:space="preserve"> (</w:t>
      </w:r>
      <w:hyperlink r:id="rId11" w:history="1">
        <w:r w:rsidR="00AB0D84" w:rsidRPr="00A31E88">
          <w:rPr>
            <w:rStyle w:val="Hyperlink"/>
            <w:rFonts w:asciiTheme="minorHAnsi" w:hAnsiTheme="minorHAnsi" w:cstheme="minorHAnsi"/>
          </w:rPr>
          <w:t>Tender List | Central Procurement Unit</w:t>
        </w:r>
      </w:hyperlink>
      <w:r w:rsidRPr="00A31E88">
        <w:rPr>
          <w:rFonts w:ascii="Calibri" w:hAnsi="Calibri" w:cs="Calibri"/>
        </w:rPr>
        <w:t xml:space="preserve">) </w:t>
      </w:r>
      <w:r w:rsidRPr="004E36AD">
        <w:rPr>
          <w:rFonts w:ascii="Calibri" w:hAnsi="Calibri" w:cs="Calibri"/>
        </w:rPr>
        <w:t xml:space="preserve">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5302A5E" w:rsidR="00B0293A" w:rsidRPr="00532E97" w:rsidRDefault="00760FB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Pr="00760FB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963E856" w:rsidR="00B0293A" w:rsidRPr="00CB6DDC" w:rsidRDefault="00760FB4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25</w:t>
            </w:r>
            <w:r w:rsidRPr="00760FB4"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  <w:highlight w:val="yellow"/>
              </w:rPr>
              <w:t xml:space="preserve"> July 2022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6892184" w:rsidR="00B0293A" w:rsidRPr="00251A4B" w:rsidRDefault="00760F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Pr="00760FB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56530F2" w:rsidR="00B0293A" w:rsidRPr="00CB6DDC" w:rsidRDefault="00760FB4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11</w:t>
            </w:r>
            <w:r w:rsidRPr="00760FB4"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  <w:highlight w:val="yellow"/>
              </w:rPr>
              <w:t xml:space="preserve"> August 2022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F69AAC7" w:rsidR="00B0293A" w:rsidRPr="00532E97" w:rsidRDefault="00760F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Pr="00760FB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A6864A3" w:rsidR="00B0293A" w:rsidRPr="00532E97" w:rsidRDefault="00760F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Pr="00760FB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D1DEA90" w:rsidR="00B0293A" w:rsidRPr="00532E97" w:rsidRDefault="00760F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Pr="00760FB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C6EE1C8" w:rsidR="00B0293A" w:rsidRPr="00532E97" w:rsidRDefault="00760F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Pr="00760FB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D786367" w:rsidR="00B0293A" w:rsidRPr="00532E97" w:rsidRDefault="00760FB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Pr="00760FB4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August 2022</w:t>
            </w:r>
            <w:bookmarkStart w:id="0" w:name="_GoBack"/>
            <w:bookmarkEnd w:id="0"/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C1168C" w:rsidR="00C447AC" w:rsidRDefault="00C447AC" w:rsidP="00D80D8E">
      <w:pPr>
        <w:rPr>
          <w:rFonts w:asciiTheme="minorHAnsi" w:hAnsiTheme="minorHAnsi"/>
          <w:sz w:val="22"/>
          <w:szCs w:val="22"/>
        </w:rPr>
      </w:pPr>
    </w:p>
    <w:p w14:paraId="488ADD6A" w14:textId="125CFC35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144448C9" w14:textId="1AA8FE18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6028A599" w14:textId="1265D858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682961D0" w14:textId="169A4B19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383FAC17" w14:textId="7DB9B60F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588A5722" w14:textId="4E3D8C97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2A476382" w14:textId="0FC14639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04AFC3F0" w14:textId="65FC8FBF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2523901E" w14:textId="605CA0CB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5C917A0A" w14:textId="5403B9DB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2DFDF9CD" w14:textId="0364EEE4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522D43E5" w14:textId="2D928255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689EBE0F" w14:textId="2CEE34B8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49694691" w14:textId="66C50CB4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3085420A" w14:textId="03433BA6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455403C1" w14:textId="4320E2A6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5FA3DB7C" w14:textId="2C281471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18A4F836" w14:textId="0BD2FC33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3821D611" w14:textId="051E2418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705B5EFE" w14:textId="7C5831E7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5E7F6008" w14:textId="5793E926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60643344" w14:textId="7F0F9715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1424099A" w14:textId="45910DEB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68CFDA51" w14:textId="08F74F7D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12B11DC5" w14:textId="2FCFBA40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4F28FF1E" w14:textId="72D001E1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30E508BB" w14:textId="5D8CA84D" w:rsidR="008C5C7D" w:rsidRPr="008C5C7D" w:rsidRDefault="008C5C7D" w:rsidP="008C5C7D">
      <w:pPr>
        <w:rPr>
          <w:rFonts w:asciiTheme="minorHAnsi" w:hAnsiTheme="minorHAnsi"/>
          <w:sz w:val="22"/>
          <w:szCs w:val="22"/>
        </w:rPr>
      </w:pPr>
    </w:p>
    <w:p w14:paraId="78217EEA" w14:textId="380EDB42" w:rsidR="008C5C7D" w:rsidRPr="008C5C7D" w:rsidRDefault="008C5C7D" w:rsidP="008C5C7D">
      <w:pPr>
        <w:tabs>
          <w:tab w:val="left" w:pos="8682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sectPr w:rsidR="008C5C7D" w:rsidRPr="008C5C7D" w:rsidSect="009959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0B939" w14:textId="77777777" w:rsidR="009F6BFD" w:rsidRDefault="009F6BFD">
      <w:r>
        <w:separator/>
      </w:r>
    </w:p>
  </w:endnote>
  <w:endnote w:type="continuationSeparator" w:id="0">
    <w:p w14:paraId="4E9C0B60" w14:textId="77777777" w:rsidR="009F6BFD" w:rsidRDefault="009F6BFD">
      <w:r>
        <w:continuationSeparator/>
      </w:r>
    </w:p>
  </w:endnote>
  <w:endnote w:type="continuationNotice" w:id="1">
    <w:p w14:paraId="2278B78F" w14:textId="77777777" w:rsidR="009F6BFD" w:rsidRDefault="009F6B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279E9" w14:textId="77777777" w:rsidR="008C5C7D" w:rsidRDefault="008C5C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Pr="008C5C7D" w:rsidRDefault="00133D55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r w:rsidRPr="008C5C7D">
      <w:rPr>
        <w:rFonts w:asciiTheme="minorHAnsi" w:hAnsiTheme="minorHAnsi" w:cstheme="minorHAnsi"/>
        <w:color w:val="000000" w:themeColor="text1"/>
        <w:spacing w:val="60"/>
        <w:sz w:val="22"/>
        <w:szCs w:val="22"/>
        <w:lang w:val="sv-SE"/>
      </w:rPr>
      <w:t>Page</w:t>
    </w:r>
    <w:r w:rsidRPr="008C5C7D">
      <w:rPr>
        <w:rFonts w:asciiTheme="minorHAnsi" w:hAnsiTheme="minorHAnsi" w:cstheme="minorHAnsi"/>
        <w:color w:val="000000" w:themeColor="text1"/>
        <w:sz w:val="22"/>
        <w:szCs w:val="22"/>
        <w:lang w:val="sv-SE"/>
      </w:rPr>
      <w:t xml:space="preserve"> </w:t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fldChar w:fldCharType="begin"/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instrText>PAGE   \* MERGEFORMAT</w:instrText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fldChar w:fldCharType="separate"/>
    </w:r>
    <w:r w:rsidR="00AB0D84" w:rsidRPr="008C5C7D">
      <w:rPr>
        <w:rFonts w:asciiTheme="minorHAnsi" w:hAnsiTheme="minorHAnsi" w:cstheme="minorHAnsi"/>
        <w:noProof/>
        <w:color w:val="000000" w:themeColor="text1"/>
        <w:sz w:val="22"/>
        <w:szCs w:val="22"/>
        <w:lang w:val="sv-SE"/>
      </w:rPr>
      <w:t>2</w:t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fldChar w:fldCharType="end"/>
    </w:r>
    <w:r w:rsidRPr="008C5C7D">
      <w:rPr>
        <w:rFonts w:asciiTheme="minorHAnsi" w:hAnsiTheme="minorHAnsi" w:cstheme="minorHAnsi"/>
        <w:color w:val="000000" w:themeColor="text1"/>
        <w:sz w:val="22"/>
        <w:szCs w:val="22"/>
        <w:lang w:val="sv-SE"/>
      </w:rPr>
      <w:t xml:space="preserve"> | </w:t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fldChar w:fldCharType="begin"/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instrText>NUMPAGES  \* Arabic  \* MERGEFORMAT</w:instrText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fldChar w:fldCharType="separate"/>
    </w:r>
    <w:r w:rsidR="00AB0D84" w:rsidRPr="008C5C7D">
      <w:rPr>
        <w:rFonts w:asciiTheme="minorHAnsi" w:hAnsiTheme="minorHAnsi" w:cstheme="minorHAnsi"/>
        <w:noProof/>
        <w:color w:val="000000" w:themeColor="text1"/>
        <w:sz w:val="22"/>
        <w:szCs w:val="22"/>
        <w:lang w:val="sv-SE"/>
      </w:rPr>
      <w:t>2</w:t>
    </w:r>
    <w:r w:rsidRPr="008C5C7D">
      <w:rPr>
        <w:rFonts w:asciiTheme="minorHAnsi" w:hAnsiTheme="minorHAnsi" w:cstheme="minorHAnsi"/>
        <w:color w:val="000000" w:themeColor="text1"/>
        <w:sz w:val="22"/>
        <w:szCs w:val="22"/>
      </w:rPr>
      <w:fldChar w:fldCharType="end"/>
    </w:r>
  </w:p>
  <w:p w14:paraId="213B5D63" w14:textId="413765D0" w:rsidR="00133D55" w:rsidRPr="008C5C7D" w:rsidRDefault="00133D55" w:rsidP="004878F3">
    <w:pPr>
      <w:pStyle w:val="Footer"/>
      <w:rPr>
        <w:rFonts w:ascii="Calibri" w:hAnsi="Calibri" w:cs="Calibri"/>
        <w:color w:val="000000" w:themeColor="text1"/>
        <w:sz w:val="22"/>
        <w:szCs w:val="18"/>
      </w:rPr>
    </w:pPr>
    <w:r w:rsidRPr="008C5C7D">
      <w:rPr>
        <w:rFonts w:ascii="Calibri" w:hAnsi="Calibri" w:cs="Calibri"/>
        <w:color w:val="000000" w:themeColor="text1"/>
        <w:sz w:val="22"/>
        <w:szCs w:val="18"/>
      </w:rPr>
      <w:fldChar w:fldCharType="begin"/>
    </w:r>
    <w:r w:rsidRPr="008C5C7D">
      <w:rPr>
        <w:rFonts w:ascii="Calibri" w:hAnsi="Calibri" w:cs="Calibri"/>
        <w:color w:val="000000" w:themeColor="text1"/>
        <w:sz w:val="22"/>
        <w:szCs w:val="18"/>
      </w:rPr>
      <w:instrText xml:space="preserve"> DATE \@ "yyyy-MM-dd" </w:instrText>
    </w:r>
    <w:r w:rsidRPr="008C5C7D">
      <w:rPr>
        <w:rFonts w:ascii="Calibri" w:hAnsi="Calibri" w:cs="Calibri"/>
        <w:color w:val="000000" w:themeColor="text1"/>
        <w:sz w:val="22"/>
        <w:szCs w:val="18"/>
      </w:rPr>
      <w:fldChar w:fldCharType="separate"/>
    </w:r>
    <w:r w:rsidR="00760FB4">
      <w:rPr>
        <w:rFonts w:ascii="Calibri" w:hAnsi="Calibri" w:cs="Calibri"/>
        <w:noProof/>
        <w:color w:val="000000" w:themeColor="text1"/>
        <w:sz w:val="22"/>
        <w:szCs w:val="18"/>
      </w:rPr>
      <w:t>2022-07-18</w:t>
    </w:r>
    <w:r w:rsidRPr="008C5C7D">
      <w:rPr>
        <w:rFonts w:ascii="Calibri" w:hAnsi="Calibri" w:cs="Calibri"/>
        <w:color w:val="000000" w:themeColor="text1"/>
        <w:sz w:val="22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6B7C4" w14:textId="77777777" w:rsidR="008C5C7D" w:rsidRDefault="008C5C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C63C5" w14:textId="77777777" w:rsidR="009F6BFD" w:rsidRDefault="009F6BFD">
      <w:r>
        <w:separator/>
      </w:r>
    </w:p>
  </w:footnote>
  <w:footnote w:type="continuationSeparator" w:id="0">
    <w:p w14:paraId="022E3035" w14:textId="77777777" w:rsidR="009F6BFD" w:rsidRDefault="009F6BFD">
      <w:r>
        <w:continuationSeparator/>
      </w:r>
    </w:p>
  </w:footnote>
  <w:footnote w:type="continuationNotice" w:id="1">
    <w:p w14:paraId="222721EF" w14:textId="77777777" w:rsidR="009F6BFD" w:rsidRDefault="009F6B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59A3D" w14:textId="77777777" w:rsidR="008C5C7D" w:rsidRDefault="008C5C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55C925C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</w:t>
    </w:r>
    <w:r w:rsidR="00D42F86">
      <w:rPr>
        <w:rStyle w:val="Strong"/>
        <w:rFonts w:asciiTheme="minorHAnsi" w:hAnsiTheme="minorHAnsi" w:cstheme="minorHAnsi"/>
        <w:lang w:val="en-GB"/>
      </w:rPr>
      <w:t>2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0FB4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5C7D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9F6BF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1E88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2E0E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112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244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2F86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7D5C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123A4E-F013-4BEC-9584-1CF98D37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3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2022-06-07T18:27:00Z</dcterms:created>
  <dcterms:modified xsi:type="dcterms:W3CDTF">2022-07-18T00:01:00Z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